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75D920-1C21-4B73-A170-870DBFAD3B59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